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14:paraId="6594A9F2" w14:textId="77777777" w:rsidTr="00751331">
        <w:trPr>
          <w:trHeight w:val="2551"/>
        </w:trPr>
        <w:tc>
          <w:tcPr>
            <w:tcW w:w="5074" w:type="dxa"/>
            <w:vAlign w:val="center"/>
          </w:tcPr>
          <w:p w14:paraId="1BFCDF0F" w14:textId="77777777"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14:paraId="4F05F925" w14:textId="6CD52973" w:rsidR="005E2659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  <w:r w:rsidR="00DD6A44">
              <w:rPr>
                <w:rFonts w:ascii="Times New Roman" w:hAnsi="Times New Roman"/>
              </w:rPr>
              <w:t>:</w:t>
            </w:r>
          </w:p>
          <w:p w14:paraId="3333F136" w14:textId="4BBF9DB2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____________________</w:t>
            </w:r>
            <w:r w:rsidR="00DD6A44">
              <w:rPr>
                <w:rFonts w:ascii="Times New Roman" w:hAnsi="Times New Roman"/>
                <w:sz w:val="24"/>
              </w:rPr>
              <w:t>А.В. Нелюбов</w:t>
            </w:r>
          </w:p>
          <w:p w14:paraId="6AB96641" w14:textId="7439170D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«</w:t>
            </w:r>
            <w:r w:rsidR="00201393">
              <w:rPr>
                <w:rFonts w:ascii="Times New Roman" w:hAnsi="Times New Roman"/>
                <w:sz w:val="24"/>
              </w:rPr>
              <w:t>1</w:t>
            </w:r>
            <w:r w:rsidR="00D52719">
              <w:rPr>
                <w:rFonts w:ascii="Times New Roman" w:hAnsi="Times New Roman"/>
                <w:sz w:val="24"/>
              </w:rPr>
              <w:t>9</w:t>
            </w:r>
            <w:r w:rsidRPr="00185594">
              <w:rPr>
                <w:rFonts w:ascii="Times New Roman" w:hAnsi="Times New Roman"/>
                <w:sz w:val="24"/>
              </w:rPr>
              <w:t xml:space="preserve">» </w:t>
            </w:r>
            <w:r w:rsidR="008D450F">
              <w:rPr>
                <w:rFonts w:ascii="Times New Roman" w:hAnsi="Times New Roman"/>
                <w:sz w:val="24"/>
              </w:rPr>
              <w:t>ию</w:t>
            </w:r>
            <w:r w:rsidR="00896F85">
              <w:rPr>
                <w:rFonts w:ascii="Times New Roman" w:hAnsi="Times New Roman"/>
                <w:sz w:val="24"/>
              </w:rPr>
              <w:t>л</w:t>
            </w:r>
            <w:r w:rsidR="008D450F">
              <w:rPr>
                <w:rFonts w:ascii="Times New Roman" w:hAnsi="Times New Roman"/>
                <w:sz w:val="24"/>
              </w:rPr>
              <w:t>я</w:t>
            </w:r>
            <w:r w:rsidRPr="00185594">
              <w:rPr>
                <w:rFonts w:ascii="Times New Roman" w:hAnsi="Times New Roman"/>
                <w:sz w:val="24"/>
              </w:rPr>
              <w:t xml:space="preserve">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9F1960">
              <w:rPr>
                <w:rFonts w:ascii="Times New Roman" w:hAnsi="Times New Roman"/>
                <w:noProof/>
                <w:sz w:val="24"/>
              </w:rPr>
              <w:t>2024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14:paraId="13489D0E" w14:textId="77777777"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14:paraId="63BDEA64" w14:textId="77777777"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14:paraId="7249FFC7" w14:textId="77777777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07D5E309" w14:textId="77777777"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373888B" w14:textId="4E26F541" w:rsidR="00893E29" w:rsidRPr="0017468D" w:rsidRDefault="00A36B92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Cs w:val="22"/>
              </w:rPr>
              <w:t>32413761543</w:t>
            </w:r>
          </w:p>
        </w:tc>
      </w:tr>
      <w:tr w:rsidR="00893E29" w:rsidRPr="005A2A1C" w14:paraId="033D6E1F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1BE679D8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3DD1361" w14:textId="20E7A0A1" w:rsidR="00893E29" w:rsidRPr="0017468D" w:rsidRDefault="008D450F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8D450F">
              <w:rPr>
                <w:rFonts w:cs="Times New Roman"/>
                <w:sz w:val="22"/>
                <w:szCs w:val="22"/>
              </w:rPr>
              <w:t>ООО «Байкальская энергетическая компания»</w:t>
            </w:r>
          </w:p>
        </w:tc>
      </w:tr>
      <w:tr w:rsidR="00893E29" w:rsidRPr="005A2A1C" w14:paraId="791E1685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66B654BB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sdt>
          <w:sdtPr>
            <w:rPr>
              <w:sz w:val="24"/>
              <w:szCs w:val="24"/>
            </w:rPr>
            <w:alias w:val="Предмет договора"/>
            <w:tag w:val="Предмет договора"/>
            <w:id w:val="82583757"/>
            <w:placeholder>
              <w:docPart w:val="C2BE2A6BC4494E6DA6FF59FA9ADA9D27"/>
            </w:placeholder>
            <w15:color w:val="FFFF00"/>
          </w:sdtPr>
          <w:sdtEndPr/>
          <w:sdtContent>
            <w:tc>
              <w:tcPr>
                <w:tcW w:w="5784" w:type="dxa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vAlign w:val="center"/>
              </w:tcPr>
              <w:p w14:paraId="7BDD6FFC" w14:textId="44331358" w:rsidR="00893E29" w:rsidRPr="00A36B92" w:rsidRDefault="00A36B92" w:rsidP="000C6298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Times New Roman"/>
                    <w:sz w:val="24"/>
                    <w:szCs w:val="24"/>
                  </w:rPr>
                </w:pPr>
                <w:r w:rsidRPr="00A36B92">
                  <w:rPr>
                    <w:sz w:val="24"/>
                    <w:szCs w:val="24"/>
                  </w:rPr>
                  <w:t>Оказание услуги  по отлову безнадзорных животных</w:t>
                </w:r>
              </w:p>
            </w:tc>
          </w:sdtContent>
        </w:sdt>
      </w:tr>
    </w:tbl>
    <w:p w14:paraId="1252F5D0" w14:textId="77777777"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2F70053C" w14:textId="5B566E7B" w:rsidR="00771F61" w:rsidRDefault="00F35796" w:rsidP="00C425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14:paraId="1DD953F4" w14:textId="77777777" w:rsidR="00C425A5" w:rsidRPr="005A2A1C" w:rsidRDefault="00C425A5" w:rsidP="00C425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7858C4F" w14:textId="767D1201" w:rsidR="008F4874" w:rsidRPr="005A2A1C" w:rsidRDefault="00C425A5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>
        <w:rPr>
          <w:b/>
        </w:rPr>
        <w:t xml:space="preserve">Документация о закупке </w:t>
      </w:r>
    </w:p>
    <w:p w14:paraId="5964B7C5" w14:textId="77777777"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21"/>
        <w:gridCol w:w="4622"/>
      </w:tblGrid>
      <w:tr w:rsidR="00466219" w:rsidRPr="002F304F" w14:paraId="64B52743" w14:textId="77777777" w:rsidTr="004502CE">
        <w:trPr>
          <w:trHeight w:val="425"/>
        </w:trPr>
        <w:tc>
          <w:tcPr>
            <w:tcW w:w="4621" w:type="dxa"/>
            <w:vAlign w:val="center"/>
          </w:tcPr>
          <w:p w14:paraId="030A1A94" w14:textId="77777777" w:rsidR="00466219" w:rsidRPr="002F304F" w:rsidRDefault="00466219" w:rsidP="004502CE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04F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622" w:type="dxa"/>
            <w:vAlign w:val="center"/>
          </w:tcPr>
          <w:p w14:paraId="35AA636D" w14:textId="77777777" w:rsidR="00466219" w:rsidRPr="002F304F" w:rsidRDefault="00466219" w:rsidP="004502CE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04F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466219" w:rsidRPr="002F304F" w14:paraId="24C6EA74" w14:textId="77777777" w:rsidTr="004502CE">
        <w:trPr>
          <w:trHeight w:val="330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1DF1" w14:textId="746C1968" w:rsidR="00466219" w:rsidRPr="002F304F" w:rsidRDefault="00466219" w:rsidP="00450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04F">
              <w:rPr>
                <w:rFonts w:ascii="Times New Roman" w:hAnsi="Times New Roman" w:cs="Times New Roman"/>
                <w:sz w:val="24"/>
                <w:szCs w:val="24"/>
              </w:rPr>
              <w:t xml:space="preserve">2.2. Дата и время окончания срока подачи заявок на участие в закупке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1358228646"/>
                <w:placeholder>
                  <w:docPart w:val="99744B19DF8F40368A4DA297098872D4"/>
                </w:placeholder>
                <w15:color w:val="FFFF00"/>
                <w:date w:fullDate="2024-07-19T13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D52719">
                  <w:rPr>
                    <w:rFonts w:ascii="Times New Roman" w:hAnsi="Times New Roman" w:cs="Times New Roman"/>
                    <w:sz w:val="24"/>
                    <w:szCs w:val="24"/>
                  </w:rPr>
                  <w:t>19</w:t>
                </w:r>
                <w:r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.07.2024 13:00</w:t>
                </w:r>
              </w:sdtContent>
            </w:sdt>
            <w:r w:rsidRPr="002F304F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6FE8" w14:textId="0FD14ED5" w:rsidR="00466219" w:rsidRPr="002F304F" w:rsidRDefault="00466219" w:rsidP="004502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304F">
              <w:rPr>
                <w:rFonts w:ascii="Times New Roman" w:hAnsi="Times New Roman" w:cs="Times New Roman"/>
                <w:sz w:val="24"/>
                <w:szCs w:val="24"/>
              </w:rPr>
              <w:t xml:space="preserve">2.2. Дата и время окончания срока подачи заявок на участие в закупке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214011955"/>
                <w:placeholder>
                  <w:docPart w:val="23ED0522A65C49B5B5E2317F10363F1A"/>
                </w:placeholder>
                <w15:color w:val="FFFF00"/>
                <w:date w:fullDate="2024-07-26T13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D52719">
                  <w:rPr>
                    <w:rFonts w:ascii="Times New Roman" w:hAnsi="Times New Roman" w:cs="Times New Roman"/>
                    <w:sz w:val="24"/>
                    <w:szCs w:val="24"/>
                  </w:rPr>
                  <w:t>26</w:t>
                </w:r>
                <w:r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.0</w:t>
                </w:r>
                <w:r w:rsidR="002F304F"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7</w:t>
                </w:r>
                <w:r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.2024 13:00</w:t>
                </w:r>
              </w:sdtContent>
            </w:sdt>
            <w:r w:rsidRPr="002F304F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 </w:t>
            </w:r>
          </w:p>
        </w:tc>
      </w:tr>
      <w:tr w:rsidR="00466219" w:rsidRPr="002F304F" w14:paraId="0575472A" w14:textId="77777777" w:rsidTr="004502CE">
        <w:trPr>
          <w:trHeight w:val="330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2F71" w14:textId="07CA433D" w:rsidR="00466219" w:rsidRPr="002F304F" w:rsidRDefault="00466219" w:rsidP="00450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04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D0FEF" w:rsidRPr="002F30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F304F">
              <w:rPr>
                <w:rFonts w:ascii="Times New Roman" w:hAnsi="Times New Roman" w:cs="Times New Roman"/>
                <w:sz w:val="24"/>
                <w:szCs w:val="24"/>
              </w:rPr>
              <w:t xml:space="preserve">. Дата и время подведения итогов-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подведения итогов"/>
                <w:tag w:val="Дата и время подведения итогов"/>
                <w:id w:val="1181858099"/>
                <w:placeholder>
                  <w:docPart w:val="7EF2A41D660F4D698BF13AE182858D9D"/>
                </w:placeholder>
                <w15:color w:val="FFFF00"/>
                <w:date w:fullDate="2024-07-23T11:1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D52719">
                  <w:rPr>
                    <w:rFonts w:ascii="Times New Roman" w:hAnsi="Times New Roman" w:cs="Times New Roman"/>
                    <w:sz w:val="24"/>
                    <w:szCs w:val="24"/>
                  </w:rPr>
                  <w:t>23</w:t>
                </w:r>
                <w:r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.07.2024 1</w:t>
                </w:r>
                <w:r w:rsidR="00335E58">
                  <w:rPr>
                    <w:rFonts w:ascii="Times New Roman" w:hAnsi="Times New Roman" w:cs="Times New Roman"/>
                    <w:sz w:val="24"/>
                    <w:szCs w:val="24"/>
                  </w:rPr>
                  <w:t>1</w:t>
                </w:r>
                <w:r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:</w:t>
                </w:r>
                <w:r w:rsidR="00335E58">
                  <w:rPr>
                    <w:rFonts w:ascii="Times New Roman" w:hAnsi="Times New Roman" w:cs="Times New Roman"/>
                    <w:sz w:val="24"/>
                    <w:szCs w:val="24"/>
                  </w:rPr>
                  <w:t>1</w:t>
                </w:r>
                <w:r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0</w:t>
                </w:r>
              </w:sdtContent>
            </w:sdt>
            <w:r w:rsidRPr="002F304F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1F0F2" w14:textId="04A56AD5" w:rsidR="00466219" w:rsidRPr="002F304F" w:rsidRDefault="00466219" w:rsidP="004502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304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D0FEF" w:rsidRPr="002F30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F304F">
              <w:rPr>
                <w:rFonts w:ascii="Times New Roman" w:hAnsi="Times New Roman" w:cs="Times New Roman"/>
                <w:sz w:val="24"/>
                <w:szCs w:val="24"/>
              </w:rPr>
              <w:t xml:space="preserve">. Дата и время подведения итогов-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Дата и время подведения итогов"/>
                <w:tag w:val="Дата и время подведения итогов"/>
                <w:id w:val="1019823991"/>
                <w:placeholder>
                  <w:docPart w:val="CF58A1540EF04341ADF03C97778F5AF7"/>
                </w:placeholder>
                <w15:color w:val="FFFF00"/>
                <w:date w:fullDate="2024-07-30T10:4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D52719">
                  <w:rPr>
                    <w:rFonts w:ascii="Times New Roman" w:hAnsi="Times New Roman" w:cs="Times New Roman"/>
                    <w:sz w:val="24"/>
                    <w:szCs w:val="24"/>
                  </w:rPr>
                  <w:t>30</w:t>
                </w:r>
                <w:r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.0</w:t>
                </w:r>
                <w:r w:rsidR="002F304F"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7</w:t>
                </w:r>
                <w:r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.2024 1</w:t>
                </w:r>
                <w:r w:rsidR="00D52719">
                  <w:rPr>
                    <w:rFonts w:ascii="Times New Roman" w:hAnsi="Times New Roman" w:cs="Times New Roman"/>
                    <w:sz w:val="24"/>
                    <w:szCs w:val="24"/>
                  </w:rPr>
                  <w:t>0</w:t>
                </w:r>
                <w:r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:</w:t>
                </w:r>
                <w:r w:rsidR="00D52719">
                  <w:rPr>
                    <w:rFonts w:ascii="Times New Roman" w:hAnsi="Times New Roman" w:cs="Times New Roman"/>
                    <w:sz w:val="24"/>
                    <w:szCs w:val="24"/>
                  </w:rPr>
                  <w:t>4</w:t>
                </w:r>
                <w:r w:rsidRPr="002F304F">
                  <w:rPr>
                    <w:rFonts w:ascii="Times New Roman" w:hAnsi="Times New Roman" w:cs="Times New Roman"/>
                    <w:sz w:val="24"/>
                    <w:szCs w:val="24"/>
                  </w:rPr>
                  <w:t>0</w:t>
                </w:r>
              </w:sdtContent>
            </w:sdt>
            <w:r w:rsidRPr="002F304F">
              <w:rPr>
                <w:rFonts w:ascii="Times New Roman" w:hAnsi="Times New Roman" w:cs="Times New Roman"/>
                <w:sz w:val="24"/>
                <w:szCs w:val="24"/>
              </w:rPr>
              <w:t xml:space="preserve"> по иркутскому времени</w:t>
            </w:r>
          </w:p>
        </w:tc>
      </w:tr>
    </w:tbl>
    <w:p w14:paraId="5939F3DF" w14:textId="77777777"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Cambria"/>
    <w:charset w:val="CC"/>
    <w:family w:val="roman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796"/>
    <w:rsid w:val="000249A5"/>
    <w:rsid w:val="000C6298"/>
    <w:rsid w:val="00120D8B"/>
    <w:rsid w:val="00144E48"/>
    <w:rsid w:val="0017468D"/>
    <w:rsid w:val="001C0CB5"/>
    <w:rsid w:val="001C4974"/>
    <w:rsid w:val="001F742F"/>
    <w:rsid w:val="00201393"/>
    <w:rsid w:val="00202E4C"/>
    <w:rsid w:val="00237FAE"/>
    <w:rsid w:val="00251817"/>
    <w:rsid w:val="00263C8F"/>
    <w:rsid w:val="00293A44"/>
    <w:rsid w:val="002A622A"/>
    <w:rsid w:val="002B5953"/>
    <w:rsid w:val="002C70E4"/>
    <w:rsid w:val="002C7849"/>
    <w:rsid w:val="002F2809"/>
    <w:rsid w:val="002F304F"/>
    <w:rsid w:val="00300E71"/>
    <w:rsid w:val="003346A7"/>
    <w:rsid w:val="00335E58"/>
    <w:rsid w:val="00380872"/>
    <w:rsid w:val="003B6CDC"/>
    <w:rsid w:val="003E2F33"/>
    <w:rsid w:val="003F4C49"/>
    <w:rsid w:val="00453026"/>
    <w:rsid w:val="00466219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5F539D"/>
    <w:rsid w:val="00601905"/>
    <w:rsid w:val="006770D5"/>
    <w:rsid w:val="006D629A"/>
    <w:rsid w:val="00703CFA"/>
    <w:rsid w:val="00771F61"/>
    <w:rsid w:val="007A4636"/>
    <w:rsid w:val="00893E29"/>
    <w:rsid w:val="00896F85"/>
    <w:rsid w:val="008B79E7"/>
    <w:rsid w:val="008D450F"/>
    <w:rsid w:val="008F4874"/>
    <w:rsid w:val="00903519"/>
    <w:rsid w:val="00926036"/>
    <w:rsid w:val="00951B7F"/>
    <w:rsid w:val="00981536"/>
    <w:rsid w:val="009C2DB8"/>
    <w:rsid w:val="009F0792"/>
    <w:rsid w:val="009F1960"/>
    <w:rsid w:val="00A36B92"/>
    <w:rsid w:val="00A36BD8"/>
    <w:rsid w:val="00A56256"/>
    <w:rsid w:val="00A7668B"/>
    <w:rsid w:val="00AD08A5"/>
    <w:rsid w:val="00B01A08"/>
    <w:rsid w:val="00B02E32"/>
    <w:rsid w:val="00B03005"/>
    <w:rsid w:val="00B2646D"/>
    <w:rsid w:val="00B42354"/>
    <w:rsid w:val="00B95FC3"/>
    <w:rsid w:val="00C176DB"/>
    <w:rsid w:val="00C425A5"/>
    <w:rsid w:val="00C644B7"/>
    <w:rsid w:val="00CB0713"/>
    <w:rsid w:val="00CB1CDD"/>
    <w:rsid w:val="00CB2FD7"/>
    <w:rsid w:val="00D52719"/>
    <w:rsid w:val="00D65A9A"/>
    <w:rsid w:val="00D72533"/>
    <w:rsid w:val="00D93D63"/>
    <w:rsid w:val="00D93D82"/>
    <w:rsid w:val="00D97E9A"/>
    <w:rsid w:val="00DD6A44"/>
    <w:rsid w:val="00DE5C41"/>
    <w:rsid w:val="00E630F4"/>
    <w:rsid w:val="00E9558E"/>
    <w:rsid w:val="00F33C26"/>
    <w:rsid w:val="00F35796"/>
    <w:rsid w:val="00F747CC"/>
    <w:rsid w:val="00FD0FEF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2FF08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744B19DF8F40368A4DA297098872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0014693-DEE7-41AE-A09D-B9A8B3713B30}"/>
      </w:docPartPr>
      <w:docPartBody>
        <w:p w:rsidR="00DE5591" w:rsidRDefault="00E2024B" w:rsidP="00E2024B">
          <w:pPr>
            <w:pStyle w:val="99744B19DF8F40368A4DA297098872D4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23ED0522A65C49B5B5E2317F10363F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E09395-9043-4956-8E19-9C2EFD531B64}"/>
      </w:docPartPr>
      <w:docPartBody>
        <w:p w:rsidR="00DE5591" w:rsidRDefault="00E2024B" w:rsidP="00E2024B">
          <w:pPr>
            <w:pStyle w:val="23ED0522A65C49B5B5E2317F10363F1A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7EF2A41D660F4D698BF13AE182858D9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D75DAC-7329-489B-AF0E-FA0A146EF08A}"/>
      </w:docPartPr>
      <w:docPartBody>
        <w:p w:rsidR="00DE5591" w:rsidRDefault="00E2024B" w:rsidP="00E2024B">
          <w:pPr>
            <w:pStyle w:val="7EF2A41D660F4D698BF13AE182858D9D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CF58A1540EF04341ADF03C97778F5A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D0387D-1A2C-4CB9-B4A6-312FF6D0A9CE}"/>
      </w:docPartPr>
      <w:docPartBody>
        <w:p w:rsidR="00DE5591" w:rsidRDefault="00E2024B" w:rsidP="00E2024B">
          <w:pPr>
            <w:pStyle w:val="CF58A1540EF04341ADF03C97778F5AF7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C2BE2A6BC4494E6DA6FF59FA9ADA9D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B2D020-22E4-4F80-88C2-CDD81084EB89}"/>
      </w:docPartPr>
      <w:docPartBody>
        <w:p w:rsidR="0090277E" w:rsidRDefault="00504DCA" w:rsidP="00504DCA">
          <w:pPr>
            <w:pStyle w:val="C2BE2A6BC4494E6DA6FF59FA9ADA9D27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Cambria"/>
    <w:charset w:val="CC"/>
    <w:family w:val="roman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92B"/>
    <w:rsid w:val="00195CE0"/>
    <w:rsid w:val="001F1DB0"/>
    <w:rsid w:val="00504DCA"/>
    <w:rsid w:val="005118F9"/>
    <w:rsid w:val="00691C19"/>
    <w:rsid w:val="006B7EF7"/>
    <w:rsid w:val="00707C67"/>
    <w:rsid w:val="0075592B"/>
    <w:rsid w:val="0090277E"/>
    <w:rsid w:val="009B4A37"/>
    <w:rsid w:val="00B4161A"/>
    <w:rsid w:val="00D4282B"/>
    <w:rsid w:val="00DE5591"/>
    <w:rsid w:val="00E023C7"/>
    <w:rsid w:val="00E2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4DCA"/>
    <w:rPr>
      <w:color w:val="808080"/>
    </w:rPr>
  </w:style>
  <w:style w:type="paragraph" w:customStyle="1" w:styleId="99744B19DF8F40368A4DA297098872D4">
    <w:name w:val="99744B19DF8F40368A4DA297098872D4"/>
    <w:rsid w:val="00E2024B"/>
  </w:style>
  <w:style w:type="paragraph" w:customStyle="1" w:styleId="23ED0522A65C49B5B5E2317F10363F1A">
    <w:name w:val="23ED0522A65C49B5B5E2317F10363F1A"/>
    <w:rsid w:val="00E2024B"/>
  </w:style>
  <w:style w:type="paragraph" w:customStyle="1" w:styleId="7EF2A41D660F4D698BF13AE182858D9D">
    <w:name w:val="7EF2A41D660F4D698BF13AE182858D9D"/>
    <w:rsid w:val="00E2024B"/>
  </w:style>
  <w:style w:type="paragraph" w:customStyle="1" w:styleId="CF58A1540EF04341ADF03C97778F5AF7">
    <w:name w:val="CF58A1540EF04341ADF03C97778F5AF7"/>
    <w:rsid w:val="00E2024B"/>
  </w:style>
  <w:style w:type="paragraph" w:customStyle="1" w:styleId="C2BE2A6BC4494E6DA6FF59FA9ADA9D27">
    <w:name w:val="C2BE2A6BC4494E6DA6FF59FA9ADA9D27"/>
    <w:rsid w:val="00504D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alypova_is</dc:creator>
  <cp:lastModifiedBy>Sharymova Irina</cp:lastModifiedBy>
  <cp:revision>82</cp:revision>
  <cp:lastPrinted>2024-07-19T00:03:00Z</cp:lastPrinted>
  <dcterms:created xsi:type="dcterms:W3CDTF">2015-03-12T05:59:00Z</dcterms:created>
  <dcterms:modified xsi:type="dcterms:W3CDTF">2024-07-19T00:03:00Z</dcterms:modified>
</cp:coreProperties>
</file>